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B55FE3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B55FE3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:rsidR="0009220E" w:rsidRPr="0009220E" w:rsidRDefault="00C10513" w:rsidP="0009220E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222222"/>
                      <w:sz w:val="27"/>
                      <w:szCs w:val="27"/>
                      <w:lang w:val="en" w:eastAsia="en-US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0288" behindDoc="0" locked="0" layoutInCell="1" allowOverlap="1" wp14:anchorId="4C4F85DA" wp14:editId="21CED211">
                            <wp:simplePos x="0" y="0"/>
                            <wp:positionH relativeFrom="column">
                              <wp:posOffset>-573</wp:posOffset>
                            </wp:positionH>
                            <wp:positionV relativeFrom="paragraph">
                              <wp:posOffset>3553808</wp:posOffset>
                            </wp:positionV>
                            <wp:extent cx="4601210" cy="5456555"/>
                            <wp:effectExtent l="0" t="0" r="27940" b="10795"/>
                            <wp:wrapSquare wrapText="bothSides"/>
                            <wp:docPr id="21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01210" cy="54565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bg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C10513" w:rsidRPr="00C10513" w:rsidRDefault="00C10513" w:rsidP="00C10513">
                                        <w:pPr>
                                          <w:jc w:val="center"/>
                                          <w:rPr>
                                            <w:rFonts w:ascii="Broadway" w:hAnsi="Broadway"/>
                                            <w:b/>
                                            <w:color w:val="A8DBF2" w:themeColor="accent2" w:themeTint="66"/>
                                            <w:sz w:val="72"/>
                                            <w:szCs w:val="72"/>
                                            <w:u w:val="single"/>
                                            <w14:textOutline w14:w="11112" w14:cap="flat" w14:cmpd="sng" w14:algn="ctr">
                                              <w14:solidFill>
                                                <w14:schemeClr w14:val="accent2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 w:rsidRPr="00C10513">
                                          <w:rPr>
                                            <w:rFonts w:ascii="Broadway" w:hAnsi="Broadway"/>
                                            <w:b/>
                                            <w:color w:val="A8DBF2" w:themeColor="accent2" w:themeTint="66"/>
                                            <w:sz w:val="72"/>
                                            <w:szCs w:val="72"/>
                                            <w:u w:val="single"/>
                                            <w14:textOutline w14:w="11112" w14:cap="flat" w14:cmpd="sng" w14:algn="ctr">
                                              <w14:solidFill>
                                                <w14:schemeClr w14:val="accent2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FRESHMAN 15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C4F85DA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left:0;text-align:left;margin-left:-.05pt;margin-top:279.85pt;width:362.3pt;height:429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" strokecolor="white [3212]">
                            <v:textbox>
                              <w:txbxContent>
                                <w:p w:rsidR="00C10513" w:rsidRPr="00C10513" w:rsidRDefault="00C10513" w:rsidP="00C10513">
                                  <w:pPr>
                                    <w:jc w:val="center"/>
                                    <w:rPr>
                                      <w:rFonts w:ascii="Broadway" w:hAnsi="Broadway"/>
                                      <w:b/>
                                      <w:color w:val="A8DBF2" w:themeColor="accent2" w:themeTint="66"/>
                                      <w:sz w:val="72"/>
                                      <w:szCs w:val="72"/>
                                      <w:u w:val="single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10513">
                                    <w:rPr>
                                      <w:rFonts w:ascii="Broadway" w:hAnsi="Broadway"/>
                                      <w:b/>
                                      <w:color w:val="A8DBF2" w:themeColor="accent2" w:themeTint="66"/>
                                      <w:sz w:val="72"/>
                                      <w:szCs w:val="72"/>
                                      <w:u w:val="single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FRESHMAN 15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09220E" w:rsidRPr="0009220E">
                    <w:rPr>
                      <w:rFonts w:ascii="Arial" w:eastAsia="Times New Roman" w:hAnsi="Arial" w:cs="Arial"/>
                      <w:noProof/>
                      <w:color w:val="0000FF"/>
                      <w:sz w:val="27"/>
                      <w:szCs w:val="27"/>
                      <w:lang w:eastAsia="en-US"/>
                    </w:rPr>
                    <w:drawing>
                      <wp:anchor distT="0" distB="0" distL="114300" distR="114300" simplePos="0" relativeHeight="251658240" behindDoc="0" locked="0" layoutInCell="1" allowOverlap="1" wp14:anchorId="165D8FCC" wp14:editId="1E6252BD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0</wp:posOffset>
                        </wp:positionV>
                        <wp:extent cx="5248275" cy="3197225"/>
                        <wp:effectExtent l="228600" t="228600" r="238125" b="231775"/>
                        <wp:wrapNone/>
                        <wp:docPr id="2" name="Picture 2" descr="https://encrypted-tbn3.gstatic.com/images?q=tbn:ANd9GcQoTLPN3W0wGC0b4X4poyKkiZM622wSX2gi_ca2o2FDqXi5RUf6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encrypted-tbn3.gstatic.com/images?q=tbn:ANd9GcQoTLPN3W0wGC0b4X4poyKkiZM622wSX2gi_ca2o2FDqXi5RUf6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48275" cy="3197225"/>
                                </a:xfrm>
                                <a:prstGeom prst="rect">
                                  <a:avLst/>
                                </a:prstGeom>
                                <a:ln w="228600" cap="sq" cmpd="thickThin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</a:ln>
                                <a:effectLst>
                                  <a:innerShdw blurRad="76200">
                                    <a:srgbClr val="000000"/>
                                  </a:innerShdw>
                                </a:effec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B55FE3" w:rsidRDefault="00B55FE3"/>
              </w:tc>
            </w:tr>
            <w:tr w:rsidR="00B55FE3">
              <w:trPr>
                <w:trHeight w:hRule="exact" w:val="5760"/>
              </w:trPr>
              <w:tc>
                <w:tcPr>
                  <w:tcW w:w="7200" w:type="dxa"/>
                </w:tcPr>
                <w:p w:rsidR="00B55FE3" w:rsidRDefault="00C10513">
                  <w:pPr>
                    <w:pStyle w:val="Subtitle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1985A2C" wp14:editId="5CC83009">
                            <wp:simplePos x="0" y="0"/>
                            <wp:positionH relativeFrom="page">
                              <wp:posOffset>103218</wp:posOffset>
                            </wp:positionH>
                            <wp:positionV relativeFrom="paragraph">
                              <wp:posOffset>-192241</wp:posOffset>
                            </wp:positionV>
                            <wp:extent cx="4129405" cy="4660265"/>
                            <wp:effectExtent l="0" t="0" r="23495" b="26035"/>
                            <wp:wrapNone/>
                            <wp:docPr id="1" name="Text Box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129405" cy="4660265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2">
                                      <a:schemeClr val="accent2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2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10513" w:rsidRPr="00C10513" w:rsidRDefault="00C10513" w:rsidP="00C10513">
                                        <w:pPr>
                                          <w:spacing w:after="0" w:line="240" w:lineRule="auto"/>
                                          <w:rPr>
                                            <w:noProof/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  <w:sz w:val="40"/>
                                            <w:szCs w:val="40"/>
                                          </w:rPr>
                                          <w:t>Are you watching what you eat? Do you get enough daily exercise. The habits you make now can a</w:t>
                                        </w:r>
                                        <w:r w:rsidR="00384328">
                                          <w:rPr>
                                            <w:noProof/>
                                            <w:sz w:val="40"/>
                                            <w:szCs w:val="40"/>
                                          </w:rPr>
                                          <w:t xml:space="preserve">ffect you in the future. In a survey taken from college freshman, the average weight change between the students was 8 pounds. Freshman year is a time of change and transition. In order to transition into a healthy adult, you must acheieve daily exercise and a healthy balanced diet. </w:t>
                                        </w:r>
                                        <w:r w:rsidR="00BB3EF9">
                                          <w:rPr>
                                            <w:noProof/>
                                            <w:sz w:val="40"/>
                                            <w:szCs w:val="40"/>
                                          </w:rPr>
                                          <w:t>If you need further information, visit the campus recreational center and talk to a fitness trainer.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1985A2C" id="Text Box 1" o:spid="_x0000_s1027" type="#_x0000_t202" style="position:absolute;margin-left:8.15pt;margin-top:-15.15pt;width:325.15pt;height:366.9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" fillcolor="white [3201]" strokecolor="#27a8df [3205]" strokeweight="1pt">
                            <v:textbox>
                              <w:txbxContent>
                                <w:p w:rsidR="00C10513" w:rsidRPr="00C10513" w:rsidRDefault="00C10513" w:rsidP="00C10513">
                                  <w:pPr>
                                    <w:spacing w:after="0" w:line="240" w:lineRule="auto"/>
                                    <w:rPr>
                                      <w:noProof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noProof/>
                                      <w:sz w:val="40"/>
                                      <w:szCs w:val="40"/>
                                    </w:rPr>
                                    <w:t>Are you watching what you eat? Do you get enough daily exercise. The habits you make now can a</w:t>
                                  </w:r>
                                  <w:r w:rsidR="00384328">
                                    <w:rPr>
                                      <w:noProof/>
                                      <w:sz w:val="40"/>
                                      <w:szCs w:val="40"/>
                                    </w:rPr>
                                    <w:t xml:space="preserve">ffect you in the future. In a survey taken from college freshman, the average weight change between the students was 8 pounds. Freshman year is a time of change and transition. In order to transition into a healthy adult, you must acheieve daily exercise and a healthy balanced diet. </w:t>
                                  </w:r>
                                  <w:r w:rsidR="00BB3EF9">
                                    <w:rPr>
                                      <w:noProof/>
                                      <w:sz w:val="40"/>
                                      <w:szCs w:val="40"/>
                                    </w:rPr>
                                    <w:t>If you need further information, visit the campus recreational center and talk to a fitness trainer.</w:t>
                                  </w:r>
                                </w:p>
                              </w:txbxContent>
                            </v:textbox>
                            <w10:wrap anchorx="page"/>
                          </v:shape>
                        </w:pict>
                      </mc:Fallback>
                    </mc:AlternateContent>
                  </w:r>
                </w:p>
                <w:p w:rsidR="00B55FE3" w:rsidRDefault="0009220E" w:rsidP="0009220E">
                  <w:pPr>
                    <w:pStyle w:val="Title"/>
                  </w:pPr>
                  <w:r>
                    <w:t xml:space="preserve">                   </w:t>
                  </w:r>
                </w:p>
              </w:tc>
            </w:tr>
            <w:tr w:rsidR="00B55FE3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B55FE3" w:rsidRDefault="00B55FE3"/>
              </w:tc>
            </w:tr>
          </w:tbl>
          <w:p w:rsidR="00B55FE3" w:rsidRDefault="00B55FE3"/>
        </w:tc>
        <w:tc>
          <w:tcPr>
            <w:tcW w:w="144" w:type="dxa"/>
          </w:tcPr>
          <w:p w:rsidR="00B55FE3" w:rsidRDefault="00B55FE3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B55FE3" w:rsidTr="00BB3EF9">
              <w:trPr>
                <w:trHeight w:hRule="exact" w:val="144"/>
              </w:trPr>
              <w:tc>
                <w:tcPr>
                  <w:tcW w:w="3456" w:type="dxa"/>
                </w:tcPr>
                <w:p w:rsidR="00B55FE3" w:rsidRDefault="00B55FE3"/>
              </w:tc>
            </w:tr>
          </w:tbl>
          <w:p w:rsidR="00B55FE3" w:rsidRDefault="00BB3EF9">
            <w:r w:rsidRPr="00BB3EF9">
              <w:rPr>
                <w:noProof/>
                <w:lang w:eastAsia="en-U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32625</wp:posOffset>
                  </wp:positionH>
                  <wp:positionV relativeFrom="paragraph">
                    <wp:posOffset>1898496</wp:posOffset>
                  </wp:positionV>
                  <wp:extent cx="2310765" cy="1977390"/>
                  <wp:effectExtent l="0" t="0" r="0" b="3810"/>
                  <wp:wrapNone/>
                  <wp:docPr id="6" name="Picture 6" descr="C:\Users\Doug\Desktop\healthyy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oug\Desktop\healthyy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0765" cy="197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3EF9">
              <w:rPr>
                <w:noProof/>
                <w:lang w:eastAsia="en-US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-29158</wp:posOffset>
                  </wp:positionH>
                  <wp:positionV relativeFrom="paragraph">
                    <wp:posOffset>4332245</wp:posOffset>
                  </wp:positionV>
                  <wp:extent cx="2224405" cy="2224405"/>
                  <wp:effectExtent l="0" t="0" r="4445" b="4445"/>
                  <wp:wrapNone/>
                  <wp:docPr id="5" name="Picture 5" descr="C:\Users\Doug\Desktop\red_apple_3109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oug\Desktop\red_apple_3109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405" cy="222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3EF9">
              <w:rPr>
                <w:noProof/>
                <w:lang w:eastAsia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274</wp:posOffset>
                  </wp:positionH>
                  <wp:positionV relativeFrom="paragraph">
                    <wp:posOffset>6692282</wp:posOffset>
                  </wp:positionV>
                  <wp:extent cx="2273644" cy="2273644"/>
                  <wp:effectExtent l="0" t="0" r="0" b="0"/>
                  <wp:wrapSquare wrapText="bothSides"/>
                  <wp:docPr id="3" name="Picture 3" descr="C:\Users\Doug\Desktop\gy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ug\Desktop\gy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644" cy="2273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</w:tbl>
    <w:p w:rsidR="00B55FE3" w:rsidRDefault="00B55FE3">
      <w:pPr>
        <w:pStyle w:val="NoSpacing"/>
      </w:pPr>
    </w:p>
    <w:sectPr w:rsidR="00B55FE3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D6358"/>
    <w:multiLevelType w:val="multilevel"/>
    <w:tmpl w:val="E2907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20E"/>
    <w:rsid w:val="0009220E"/>
    <w:rsid w:val="00384328"/>
    <w:rsid w:val="00B55FE3"/>
    <w:rsid w:val="00BB3EF9"/>
    <w:rsid w:val="00C1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7FB189-1B6F-4EA9-9284-2F82EFFA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02B38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2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34"/>
      <w:szCs w:val="34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00A59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00A59B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00A59B" w:themeColor="accent1"/>
      <w:kern w:val="28"/>
      <w:sz w:val="88"/>
      <w:szCs w:val="88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8"/>
      <w:szCs w:val="8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8"/>
      <w:szCs w:val="88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34"/>
      <w:szCs w:val="34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  <w:sz w:val="30"/>
      <w:szCs w:val="30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Theme="majorHAnsi" w:eastAsiaTheme="majorEastAsia" w:hAnsiTheme="majorHAnsi" w:cstheme="majorBidi"/>
      <w:color w:val="00A59B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284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97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27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37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278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2305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226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91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0950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920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9303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562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237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url?sa=i&amp;rct=j&amp;q=&amp;esrc=s&amp;source=images&amp;cd=&amp;cad=rja&amp;uact=8&amp;ved=0CAcQjRw&amp;url=http://enahtt.blogspot.com/&amp;ei=7ezzVLuLI8vZggTuxILwCw&amp;bvm=bv.87269000,d.cWc&amp;psig=AFQjCNEqCzCt0zJpHnaA1u0zRB-xdsp7jQ&amp;ust=142535833930399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ug\AppData\Roaming\Microsoft\Templates\Seasonal%20event%20flyer%20(winter).dotx" TargetMode="External"/></Relationships>
</file>

<file path=word/theme/theme1.xml><?xml version="1.0" encoding="utf-8"?>
<a:theme xmlns:a="http://schemas.openxmlformats.org/drawingml/2006/main" name="Office Theme">
  <a:themeElements>
    <a:clrScheme name="Winter Business">
      <a:dk1>
        <a:sysClr val="windowText" lastClr="000000"/>
      </a:dk1>
      <a:lt1>
        <a:sysClr val="window" lastClr="FFFFFF"/>
      </a:lt1>
      <a:dk2>
        <a:srgbClr val="002B38"/>
      </a:dk2>
      <a:lt2>
        <a:srgbClr val="DEF2F5"/>
      </a:lt2>
      <a:accent1>
        <a:srgbClr val="00A59B"/>
      </a:accent1>
      <a:accent2>
        <a:srgbClr val="27A8DF"/>
      </a:accent2>
      <a:accent3>
        <a:srgbClr val="287098"/>
      </a:accent3>
      <a:accent4>
        <a:srgbClr val="617483"/>
      </a:accent4>
      <a:accent5>
        <a:srgbClr val="555078"/>
      </a:accent5>
      <a:accent6>
        <a:srgbClr val="7F63AB"/>
      </a:accent6>
      <a:hlink>
        <a:srgbClr val="27A8DF"/>
      </a:hlink>
      <a:folHlink>
        <a:srgbClr val="7F63AB"/>
      </a:folHlink>
    </a:clrScheme>
    <a:fontScheme name="Winter Business">
      <a:majorFont>
        <a:latin typeface="Impact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8F2E510-0562-42B4-AAA9-BD52FD9DDA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Seasonal event flyer (winter)</Template>
  <TotalTime>128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TheMan</dc:creator>
  <cp:keywords/>
  <dc:description/>
  <cp:lastModifiedBy>Doug TheMan</cp:lastModifiedBy>
  <cp:revision>1</cp:revision>
  <cp:lastPrinted>2012-12-25T21:02:00Z</cp:lastPrinted>
  <dcterms:created xsi:type="dcterms:W3CDTF">2015-03-02T04:51:00Z</dcterms:created>
  <dcterms:modified xsi:type="dcterms:W3CDTF">2015-03-02T07:01:00Z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TC039885619991</vt:lpwstr>
  </property>
</Properties>
</file>